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02" w:rsidRDefault="000E5760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5DB408" wp14:editId="2AD06E46">
                <wp:simplePos x="0" y="0"/>
                <wp:positionH relativeFrom="column">
                  <wp:posOffset>-762000</wp:posOffset>
                </wp:positionH>
                <wp:positionV relativeFrom="paragraph">
                  <wp:posOffset>5962650</wp:posOffset>
                </wp:positionV>
                <wp:extent cx="6010275" cy="2981325"/>
                <wp:effectExtent l="0" t="0" r="28575" b="285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2981325"/>
                          <a:chOff x="0" y="0"/>
                          <a:chExt cx="6010275" cy="2981325"/>
                        </a:xfrm>
                      </wpg:grpSpPr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52400"/>
                            <a:ext cx="5591175" cy="2657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proofErr w:type="gramStart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>Name :</w:t>
                              </w:r>
                              <w:proofErr w:type="gramEnd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    Grade :________    Date: ____________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Title: _______________________________________Author: _____________________________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 xml:space="preserve">  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__________       *</w:t>
                              </w:r>
                              <w:proofErr w:type="gramStart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*  -</w:t>
                              </w:r>
                              <w:proofErr w:type="gram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or -  **   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>Nonfiction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</w:t>
                              </w:r>
                            </w:p>
                            <w:p w:rsidR="000E5760" w:rsidRP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2-3 Characters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    or        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 important facts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Star Rating!   1-5 </w:t>
                              </w:r>
                              <w:r w:rsidRPr="009E0CC9">
                                <w:rPr>
                                  <w:rFonts w:ascii="Jester" w:hAnsi="Jester"/>
                                  <w:sz w:val="20"/>
                                </w:rPr>
                                <w:t xml:space="preserve">(5 is the best!!!)  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You may write a short summary on the back to possibly earn another sticker!!   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        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      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- Mrs. </w:t>
                              </w:r>
                              <w:proofErr w:type="spellStart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>Kampschnieder</w:t>
                              </w:r>
                              <w:proofErr w:type="spellEnd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will put the 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>sticker on your chart.</w:t>
                              </w:r>
                            </w:p>
                            <w:p w:rsidR="000E5760" w:rsidRPr="00393592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601027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-60pt;margin-top:469.5pt;width:473.25pt;height:234.75pt;z-index:251673600" coordsize="60102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286;top:1524;width:55911;height:26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AhcQA&#10;AADbAAAADwAAAGRycy9kb3ducmV2LnhtbESPTWvCQBCG7wX/wzIFb3VTESnRVUTb6qEEEvXgbciO&#10;STA7G7LbJPrru4VCbzPMM+/Hcj2YWnTUusqygtdJBII4t7riQsHp+PHyBsJ5ZI21ZVJwJwfr1ehp&#10;ibG2PafUZb4QQYRdjApK75tYSpeXZNBNbEMcblfbGvRhbQupW+yDuKnlNIrm0mDFwaHEhrYl5bfs&#10;2yhI9nzGZMYBeT9n6eyy+/qUD6XGz8NmAcLT4P/hv++DDvGn8NslD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cAIXEAAAA2wAAAA8AAAAAAAAAAAAAAAAAmAIAAGRycy9k&#10;b3ducmV2LnhtbFBLBQYAAAAABAAEAPUAAACJAwAAAAA=&#10;" strokeweight="2.25pt">
                  <v:stroke dashstyle="3 1"/>
                  <v:textbox>
                    <w:txbxContent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proofErr w:type="gramStart"/>
                        <w:r w:rsidRPr="00393592">
                          <w:rPr>
                            <w:rFonts w:ascii="Jester" w:hAnsi="Jester"/>
                            <w:sz w:val="32"/>
                          </w:rPr>
                          <w:t>Name :</w:t>
                        </w:r>
                        <w:proofErr w:type="gramEnd"/>
                        <w:r w:rsidRPr="00393592">
                          <w:rPr>
                            <w:rFonts w:ascii="Jester" w:hAnsi="Jester"/>
                            <w:sz w:val="32"/>
                          </w:rPr>
                          <w:t xml:space="preserve"> ____________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    Grade :________    Date: ____________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>Title: _______________________________________Author: _____________________________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 xml:space="preserve">  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__________       *</w:t>
                        </w:r>
                        <w:proofErr w:type="gramStart"/>
                        <w:r>
                          <w:rPr>
                            <w:rFonts w:ascii="Jester" w:hAnsi="Jester"/>
                            <w:sz w:val="32"/>
                          </w:rPr>
                          <w:t>*  -</w:t>
                        </w:r>
                        <w:proofErr w:type="gramEnd"/>
                        <w:r>
                          <w:rPr>
                            <w:rFonts w:ascii="Jester" w:hAnsi="Jester"/>
                            <w:sz w:val="32"/>
                          </w:rPr>
                          <w:t xml:space="preserve"> or -  **   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>Nonfiction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________</w:t>
                        </w:r>
                      </w:p>
                      <w:p w:rsidR="000E5760" w:rsidRPr="000E5760" w:rsidRDefault="000E5760" w:rsidP="000E5760">
                        <w:pPr>
                          <w:rPr>
                            <w:rFonts w:ascii="Jester" w:hAnsi="Jester"/>
                            <w:sz w:val="32"/>
                            <w:u w:val="single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2-3 Characters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    or        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 important facts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Star Rating!   1-5 </w:t>
                        </w:r>
                        <w:r w:rsidRPr="009E0CC9">
                          <w:rPr>
                            <w:rFonts w:ascii="Jester" w:hAnsi="Jester"/>
                            <w:sz w:val="20"/>
                          </w:rPr>
                          <w:t xml:space="preserve">(5 is the best!!!)  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You may write a short summary on the back to possibly earn another sticker!!   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                            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                           </w:t>
                        </w:r>
                        <w:bookmarkStart w:id="1" w:name="_GoBack"/>
                        <w:bookmarkEnd w:id="1"/>
                        <w:r>
                          <w:rPr>
                            <w:rFonts w:ascii="Jester" w:hAnsi="Jester"/>
                            <w:sz w:val="20"/>
                          </w:rPr>
                          <w:t xml:space="preserve">  - Mrs. </w:t>
                        </w:r>
                        <w:proofErr w:type="spellStart"/>
                        <w:r>
                          <w:rPr>
                            <w:rFonts w:ascii="Jester" w:hAnsi="Jester"/>
                            <w:sz w:val="20"/>
                          </w:rPr>
                          <w:t>Kampschnieder</w:t>
                        </w:r>
                        <w:proofErr w:type="spellEnd"/>
                        <w:r>
                          <w:rPr>
                            <w:rFonts w:ascii="Jester" w:hAnsi="Jester"/>
                            <w:sz w:val="20"/>
                          </w:rPr>
                          <w:t xml:space="preserve"> will put the 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extra </w:t>
                        </w:r>
                        <w:r>
                          <w:rPr>
                            <w:rFonts w:ascii="Jester" w:hAnsi="Jester"/>
                            <w:sz w:val="20"/>
                          </w:rPr>
                          <w:t>sticker on your chart.</w:t>
                        </w:r>
                      </w:p>
                      <w:p w:rsidR="000E5760" w:rsidRPr="00393592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</w:txbxContent>
                  </v:textbox>
                </v:shape>
                <v:rect id="Rectangle 13" o:spid="_x0000_s1028" style="position:absolute;width:60102;height:29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gdNsIA&#10;AADbAAAADwAAAGRycy9kb3ducmV2LnhtbERPTWsCMRC9F/ofwhS8SM1Woc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yB02wgAAANsAAAAPAAAAAAAAAAAAAAAAAJgCAABkcnMvZG93&#10;bnJldi54bWxQSwUGAAAAAAQABAD1AAAAhwMAAAAA&#10;" filled="f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D6DCC41" wp14:editId="3841A4D8">
                <wp:simplePos x="0" y="0"/>
                <wp:positionH relativeFrom="column">
                  <wp:posOffset>-781050</wp:posOffset>
                </wp:positionH>
                <wp:positionV relativeFrom="paragraph">
                  <wp:posOffset>2676525</wp:posOffset>
                </wp:positionV>
                <wp:extent cx="6010275" cy="298132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2981325"/>
                          <a:chOff x="0" y="0"/>
                          <a:chExt cx="6010275" cy="298132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52400"/>
                            <a:ext cx="5591175" cy="2657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proofErr w:type="gramStart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>Name :</w:t>
                              </w:r>
                              <w:proofErr w:type="gramEnd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    Grade :________    Date: ____________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Title: _______________________________________Author: _____________________________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 xml:space="preserve">  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__________       *</w:t>
                              </w:r>
                              <w:proofErr w:type="gramStart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*  -</w:t>
                              </w:r>
                              <w:proofErr w:type="gram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or -  **   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>Nonfiction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</w:t>
                              </w:r>
                            </w:p>
                            <w:p w:rsidR="000E5760" w:rsidRP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2-3 Characters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    or        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 important facts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Star Rating!   1-5 </w:t>
                              </w:r>
                              <w:r w:rsidRPr="009E0CC9">
                                <w:rPr>
                                  <w:rFonts w:ascii="Jester" w:hAnsi="Jester"/>
                                  <w:sz w:val="20"/>
                                </w:rPr>
                                <w:t xml:space="preserve">(5 is the best!!!)  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You may write a short summary on the back to possibly earn another sticker!!   </w:t>
                              </w:r>
                            </w:p>
                            <w:p w:rsidR="000E5760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      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- Mrs. </w:t>
                              </w:r>
                              <w:proofErr w:type="spellStart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>Kampschnieder</w:t>
                              </w:r>
                              <w:proofErr w:type="spellEnd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will put the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 extra</w:t>
                              </w: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sticker on your chart.</w:t>
                              </w:r>
                            </w:p>
                            <w:p w:rsidR="000E5760" w:rsidRPr="00393592" w:rsidRDefault="000E5760" w:rsidP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601027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9" style="position:absolute;margin-left:-61.5pt;margin-top:210.75pt;width:473.25pt;height:234.75pt;z-index:251671552" coordsize="60102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">
                <v:shape id="Text Box 2" o:spid="_x0000_s1030" type="#_x0000_t202" style="position:absolute;left:2286;top:1524;width:55911;height:26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VgCMIA&#10;AADaAAAADwAAAGRycy9kb3ducmV2LnhtbESPT4vCMBTE7wt+h/AEb2uqyKJdo4j/DyJY18PeHs3b&#10;tti8lCZq109vBMHjML+ZYcbTxpTiSrUrLCvodSMQxKnVBWcKfo6rzyEI55E1lpZJwT85mE5aH2OM&#10;tb3xga6Jz0QoYRejgtz7KpbSpTkZdF1bEQfvz9YGfZB1JnWNt1BuStmPoi9psOCwkGNF85zSc3Ix&#10;CvYbPuF+wAFZnpLD4HexW8u7Up12M/sG4anxb/iV3moFI3heCTd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pWAIwgAAANoAAAAPAAAAAAAAAAAAAAAAAJgCAABkcnMvZG93&#10;bnJldi54bWxQSwUGAAAAAAQABAD1AAAAhwMAAAAA&#10;" strokeweight="2.25pt">
                  <v:stroke dashstyle="3 1"/>
                  <v:textbox>
                    <w:txbxContent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proofErr w:type="gramStart"/>
                        <w:r w:rsidRPr="00393592">
                          <w:rPr>
                            <w:rFonts w:ascii="Jester" w:hAnsi="Jester"/>
                            <w:sz w:val="32"/>
                          </w:rPr>
                          <w:t>Name :</w:t>
                        </w:r>
                        <w:proofErr w:type="gramEnd"/>
                        <w:r w:rsidRPr="00393592">
                          <w:rPr>
                            <w:rFonts w:ascii="Jester" w:hAnsi="Jester"/>
                            <w:sz w:val="32"/>
                          </w:rPr>
                          <w:t xml:space="preserve"> ____________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    Grade :________    Date: ____________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>Title: _______________________________________Author: _____________________________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 xml:space="preserve">  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__________       *</w:t>
                        </w:r>
                        <w:proofErr w:type="gramStart"/>
                        <w:r>
                          <w:rPr>
                            <w:rFonts w:ascii="Jester" w:hAnsi="Jester"/>
                            <w:sz w:val="32"/>
                          </w:rPr>
                          <w:t>*  -</w:t>
                        </w:r>
                        <w:proofErr w:type="gramEnd"/>
                        <w:r>
                          <w:rPr>
                            <w:rFonts w:ascii="Jester" w:hAnsi="Jester"/>
                            <w:sz w:val="32"/>
                          </w:rPr>
                          <w:t xml:space="preserve"> or -  **   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>Nonfiction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________</w:t>
                        </w:r>
                      </w:p>
                      <w:p w:rsidR="000E5760" w:rsidRPr="000E5760" w:rsidRDefault="000E5760" w:rsidP="000E5760">
                        <w:pPr>
                          <w:rPr>
                            <w:rFonts w:ascii="Jester" w:hAnsi="Jester"/>
                            <w:sz w:val="32"/>
                            <w:u w:val="single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2-3 Characters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    or        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 important facts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Star Rating!   1-5 </w:t>
                        </w:r>
                        <w:r w:rsidRPr="009E0CC9">
                          <w:rPr>
                            <w:rFonts w:ascii="Jester" w:hAnsi="Jester"/>
                            <w:sz w:val="20"/>
                          </w:rPr>
                          <w:t xml:space="preserve">(5 is the best!!!)  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You may write a short summary on the back to possibly earn another sticker!!   </w:t>
                        </w:r>
                      </w:p>
                      <w:p w:rsidR="000E5760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                          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                        </w:t>
                        </w:r>
                        <w:r>
                          <w:rPr>
                            <w:rFonts w:ascii="Jester" w:hAnsi="Jester"/>
                            <w:sz w:val="20"/>
                          </w:rPr>
                          <w:t xml:space="preserve">  - Mrs. </w:t>
                        </w:r>
                        <w:proofErr w:type="spellStart"/>
                        <w:r>
                          <w:rPr>
                            <w:rFonts w:ascii="Jester" w:hAnsi="Jester"/>
                            <w:sz w:val="20"/>
                          </w:rPr>
                          <w:t>Kampschnieder</w:t>
                        </w:r>
                        <w:proofErr w:type="spellEnd"/>
                        <w:r>
                          <w:rPr>
                            <w:rFonts w:ascii="Jester" w:hAnsi="Jester"/>
                            <w:sz w:val="20"/>
                          </w:rPr>
                          <w:t xml:space="preserve"> will put the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 extra</w:t>
                        </w:r>
                        <w:r>
                          <w:rPr>
                            <w:rFonts w:ascii="Jester" w:hAnsi="Jester"/>
                            <w:sz w:val="20"/>
                          </w:rPr>
                          <w:t xml:space="preserve"> sticker on your chart.</w:t>
                        </w:r>
                      </w:p>
                      <w:p w:rsidR="000E5760" w:rsidRPr="00393592" w:rsidRDefault="000E5760" w:rsidP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</w:txbxContent>
                  </v:textbox>
                </v:shape>
                <v:rect id="Rectangle 10" o:spid="_x0000_s1031" style="position:absolute;width:60102;height:29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qDQcUA&#10;AADbAAAADwAAAGRycy9kb3ducmV2LnhtbESPQWsCMRCF74X+hzAFL1Kz9SBlaxQpWBdBQW0PvQ2b&#10;cbN0MwmbVLf/vnMQvM3w3rz3zXw5+E5dqE9tYAMvkwIUcR1sy42Bz9P6+RVUysgWu8Bk4I8SLBeP&#10;D3MsbbjygS7H3CgJ4VSiAZdzLLVOtSOPaRIisWjn0HvMsvaNtj1eJdx3eloUM+2xZWlwGOndUf1z&#10;/PUG1hs3Xunt7itWaX/20yp+bMbfxoyehtUbqExDvptv15UVfKGXX2QA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oNBxQAAANsAAAAPAAAAAAAAAAAAAAAAAJgCAABkcnMv&#10;ZG93bnJldi54bWxQSwUGAAAAAAQABAD1AAAAigMAAAAA&#10;" filled="f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-638175</wp:posOffset>
                </wp:positionV>
                <wp:extent cx="6010275" cy="2981325"/>
                <wp:effectExtent l="0" t="0" r="28575" b="285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2981325"/>
                          <a:chOff x="0" y="0"/>
                          <a:chExt cx="6010275" cy="298132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52400"/>
                            <a:ext cx="5591175" cy="2657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proofErr w:type="gramStart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>Name :</w:t>
                              </w:r>
                              <w:proofErr w:type="gramEnd"/>
                              <w:r w:rsidRPr="00393592"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_______    Grade :________    Date: ____________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Title: __________________________________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>_____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>Author: _____________________________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 xml:space="preserve">  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__________ 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>*</w:t>
                              </w:r>
                              <w:proofErr w:type="gramStart"/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>*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-</w:t>
                              </w:r>
                              <w:proofErr w:type="gramEnd"/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or -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**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</w:t>
                              </w:r>
                              <w:r w:rsidRPr="000E5760">
                                <w:rPr>
                                  <w:rFonts w:ascii="Jester" w:hAnsi="Jester"/>
                                  <w:b/>
                                  <w:sz w:val="32"/>
                                </w:rPr>
                                <w:t>Nonfiction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________</w:t>
                              </w:r>
                            </w:p>
                            <w:p w:rsidR="00393592" w:rsidRPr="000E5760" w:rsidRDefault="00393592">
                              <w:pPr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2-3 Characters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    or</w:t>
                              </w: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</w:t>
                              </w:r>
                              <w:r w:rsidR="000E5760">
                                <w:rPr>
                                  <w:rFonts w:ascii="Jester" w:hAnsi="Jester"/>
                                  <w:sz w:val="32"/>
                                </w:rPr>
                                <w:t xml:space="preserve">        </w:t>
                              </w:r>
                              <w:r w:rsidRPr="000E5760">
                                <w:rPr>
                                  <w:rFonts w:ascii="Jester" w:hAnsi="Jester"/>
                                  <w:sz w:val="32"/>
                                  <w:u w:val="single"/>
                                </w:rPr>
                                <w:t>2 important facts</w:t>
                              </w: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0E5760" w:rsidRDefault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  <w:p w:rsidR="00393592" w:rsidRDefault="00393592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32"/>
                                </w:rPr>
                                <w:t xml:space="preserve">Star Rating!   1-5 </w:t>
                              </w:r>
                              <w:r w:rsidRPr="009E0CC9">
                                <w:rPr>
                                  <w:rFonts w:ascii="Jester" w:hAnsi="Jester"/>
                                  <w:sz w:val="20"/>
                                </w:rPr>
                                <w:t xml:space="preserve">(5 is the best!!!)  </w:t>
                              </w:r>
                            </w:p>
                            <w:p w:rsidR="000E5760" w:rsidRDefault="000E5760">
                              <w:pPr>
                                <w:rPr>
                                  <w:rFonts w:ascii="Jester" w:hAnsi="Jester"/>
                                  <w:sz w:val="20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You may write a short summary on the back to possibly earn another sticker!!   </w:t>
                              </w:r>
                            </w:p>
                            <w:p w:rsidR="000E5760" w:rsidRDefault="000E5760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       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  - Mrs. </w:t>
                              </w:r>
                              <w:proofErr w:type="spellStart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>Kampschnieder</w:t>
                              </w:r>
                              <w:proofErr w:type="spellEnd"/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will put the</w:t>
                              </w:r>
                              <w:r w:rsidR="0001337F">
                                <w:rPr>
                                  <w:rFonts w:ascii="Jester" w:hAnsi="Jester"/>
                                  <w:sz w:val="20"/>
                                </w:rPr>
                                <w:t xml:space="preserve"> extra</w:t>
                              </w:r>
                              <w:r>
                                <w:rPr>
                                  <w:rFonts w:ascii="Jester" w:hAnsi="Jester"/>
                                  <w:sz w:val="20"/>
                                </w:rPr>
                                <w:t xml:space="preserve"> sticker on your chart.</w:t>
                              </w:r>
                            </w:p>
                            <w:p w:rsidR="00393592" w:rsidRPr="00393592" w:rsidRDefault="00393592">
                              <w:pPr>
                                <w:rPr>
                                  <w:rFonts w:ascii="Jester" w:hAnsi="Jester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601027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2" style="position:absolute;margin-left:-61.5pt;margin-top:-50.25pt;width:473.25pt;height:234.75pt;z-index:251669504" coordsize="60102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">
                <v:shape id="Text Box 2" o:spid="_x0000_s1033" type="#_x0000_t202" style="position:absolute;left:2286;top:1524;width:55911;height:26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w7MUA&#10;AADcAAAADwAAAGRycy9kb3ducmV2LnhtbESPQWvCQBSE74L/YXkFb7ppK1pSVxFbrQcRkurB2yP7&#10;mgSzb0N21dRf7wqCx2G+mWEms9ZU4kyNKy0reB1EIIgzq0vOFex+l/0PEM4ja6wsk4J/cjCbdjsT&#10;jLW9cELn1OcilLCLUUHhfR1L6bKCDLqBrYmD92cbgz7IJpe6wUsoN5V8i6KRNFhyWCiwpkVB2TE9&#10;GQXbH97jdsgB+d6nyfDwtVnJq1K9l3b+CcJT65/wI73WCt6jMdzPhCM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nDsxQAAANwAAAAPAAAAAAAAAAAAAAAAAJgCAABkcnMv&#10;ZG93bnJldi54bWxQSwUGAAAAAAQABAD1AAAAigMAAAAA&#10;" strokeweight="2.25pt">
                  <v:stroke dashstyle="3 1"/>
                  <v:textbox>
                    <w:txbxContent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proofErr w:type="gramStart"/>
                        <w:r w:rsidRPr="00393592">
                          <w:rPr>
                            <w:rFonts w:ascii="Jester" w:hAnsi="Jester"/>
                            <w:sz w:val="32"/>
                          </w:rPr>
                          <w:t>Name :</w:t>
                        </w:r>
                        <w:proofErr w:type="gramEnd"/>
                        <w:r w:rsidRPr="00393592">
                          <w:rPr>
                            <w:rFonts w:ascii="Jester" w:hAnsi="Jester"/>
                            <w:sz w:val="32"/>
                          </w:rPr>
                          <w:t xml:space="preserve"> ____________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_______    Grade :________    Date: ____________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>Title: __________________________________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>_____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>Author: _____________________________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 xml:space="preserve">  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__________ 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   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>*</w:t>
                        </w:r>
                        <w:proofErr w:type="gramStart"/>
                        <w:r w:rsidR="000E5760">
                          <w:rPr>
                            <w:rFonts w:ascii="Jester" w:hAnsi="Jester"/>
                            <w:sz w:val="32"/>
                          </w:rPr>
                          <w:t>*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-</w:t>
                        </w:r>
                        <w:proofErr w:type="gramEnd"/>
                        <w:r>
                          <w:rPr>
                            <w:rFonts w:ascii="Jester" w:hAnsi="Jester"/>
                            <w:sz w:val="32"/>
                          </w:rPr>
                          <w:t xml:space="preserve"> or -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**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</w:t>
                        </w:r>
                        <w:r w:rsidRPr="000E5760">
                          <w:rPr>
                            <w:rFonts w:ascii="Jester" w:hAnsi="Jester"/>
                            <w:b/>
                            <w:sz w:val="32"/>
                          </w:rPr>
                          <w:t>Nonfiction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________</w:t>
                        </w:r>
                      </w:p>
                      <w:p w:rsidR="00393592" w:rsidRPr="000E5760" w:rsidRDefault="00393592">
                        <w:pPr>
                          <w:rPr>
                            <w:rFonts w:ascii="Jester" w:hAnsi="Jester"/>
                            <w:sz w:val="32"/>
                            <w:u w:val="single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2-3 Characters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           or</w:t>
                        </w:r>
                        <w:r>
                          <w:rPr>
                            <w:rFonts w:ascii="Jester" w:hAnsi="Jester"/>
                            <w:sz w:val="32"/>
                          </w:rPr>
                          <w:t xml:space="preserve">        </w:t>
                        </w:r>
                        <w:r w:rsidR="000E5760">
                          <w:rPr>
                            <w:rFonts w:ascii="Jester" w:hAnsi="Jester"/>
                            <w:sz w:val="32"/>
                          </w:rPr>
                          <w:t xml:space="preserve">        </w:t>
                        </w:r>
                        <w:r w:rsidRPr="000E5760">
                          <w:rPr>
                            <w:rFonts w:ascii="Jester" w:hAnsi="Jester"/>
                            <w:sz w:val="32"/>
                            <w:u w:val="single"/>
                          </w:rPr>
                          <w:t>2 important facts</w:t>
                        </w: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0E5760" w:rsidRDefault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  <w:p w:rsidR="00393592" w:rsidRDefault="00393592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32"/>
                          </w:rPr>
                          <w:t xml:space="preserve">Star Rating!   1-5 </w:t>
                        </w:r>
                        <w:r w:rsidRPr="009E0CC9">
                          <w:rPr>
                            <w:rFonts w:ascii="Jester" w:hAnsi="Jester"/>
                            <w:sz w:val="20"/>
                          </w:rPr>
                          <w:t xml:space="preserve">(5 is the best!!!)  </w:t>
                        </w:r>
                      </w:p>
                      <w:p w:rsidR="000E5760" w:rsidRDefault="000E5760">
                        <w:pPr>
                          <w:rPr>
                            <w:rFonts w:ascii="Jester" w:hAnsi="Jester"/>
                            <w:sz w:val="20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You may write a short summary on the back to possibly earn another sticker!!   </w:t>
                        </w:r>
                      </w:p>
                      <w:p w:rsidR="000E5760" w:rsidRDefault="000E5760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  <w:r>
                          <w:rPr>
                            <w:rFonts w:ascii="Jester" w:hAnsi="Jester"/>
                            <w:sz w:val="20"/>
                          </w:rPr>
                          <w:t xml:space="preserve">                           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                    </w:t>
                        </w:r>
                        <w:r>
                          <w:rPr>
                            <w:rFonts w:ascii="Jester" w:hAnsi="Jester"/>
                            <w:sz w:val="20"/>
                          </w:rPr>
                          <w:t xml:space="preserve">   - Mrs. </w:t>
                        </w:r>
                        <w:proofErr w:type="spellStart"/>
                        <w:r>
                          <w:rPr>
                            <w:rFonts w:ascii="Jester" w:hAnsi="Jester"/>
                            <w:sz w:val="20"/>
                          </w:rPr>
                          <w:t>Kampschnieder</w:t>
                        </w:r>
                        <w:proofErr w:type="spellEnd"/>
                        <w:r>
                          <w:rPr>
                            <w:rFonts w:ascii="Jester" w:hAnsi="Jester"/>
                            <w:sz w:val="20"/>
                          </w:rPr>
                          <w:t xml:space="preserve"> will put the</w:t>
                        </w:r>
                        <w:r w:rsidR="0001337F">
                          <w:rPr>
                            <w:rFonts w:ascii="Jester" w:hAnsi="Jester"/>
                            <w:sz w:val="20"/>
                          </w:rPr>
                          <w:t xml:space="preserve"> extra</w:t>
                        </w:r>
                        <w:r>
                          <w:rPr>
                            <w:rFonts w:ascii="Jester" w:hAnsi="Jester"/>
                            <w:sz w:val="20"/>
                          </w:rPr>
                          <w:t xml:space="preserve"> sticker on your chart.</w:t>
                        </w:r>
                      </w:p>
                      <w:p w:rsidR="00393592" w:rsidRPr="00393592" w:rsidRDefault="00393592">
                        <w:pPr>
                          <w:rPr>
                            <w:rFonts w:ascii="Jester" w:hAnsi="Jester"/>
                            <w:sz w:val="32"/>
                          </w:rPr>
                        </w:pPr>
                      </w:p>
                    </w:txbxContent>
                  </v:textbox>
                </v:shape>
                <v:rect id="Rectangle 6" o:spid="_x0000_s1034" style="position:absolute;width:60102;height:29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UwMQA&#10;AADaAAAADwAAAGRycy9kb3ducmV2LnhtbESPT2sCMRTE7wW/Q3iCF9FsPUhZjSKCuggt1D8Hb4/N&#10;c7O4eQmbVNdvbwqFHoeZ+Q0zX3a2EXdqQ+1Ywfs4A0FcOl1zpeB03Iw+QISIrLFxTAqeFGC56L3N&#10;Mdfuwd90P8RKJAiHHBWYGH0uZSgNWQxj54mTd3WtxZhkW0nd4iPBbSMnWTaVFmtOCwY9rQ2Vt8OP&#10;VbDZmeFK7j/PvghfVzsp/HY3vCg16HerGYhIXfwP/7ULrWAKv1fS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lMDEAAAA2gAAAA8AAAAAAAAAAAAAAAAAmAIAAGRycy9k&#10;b3ducmV2LnhtbFBLBQYAAAAABAAEAPUAAACJAwAAAAA=&#10;" filled="f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414B8D" wp14:editId="56FC19FE">
                <wp:simplePos x="0" y="0"/>
                <wp:positionH relativeFrom="column">
                  <wp:posOffset>3076575</wp:posOffset>
                </wp:positionH>
                <wp:positionV relativeFrom="paragraph">
                  <wp:posOffset>1504950</wp:posOffset>
                </wp:positionV>
                <wp:extent cx="323850" cy="276225"/>
                <wp:effectExtent l="38100" t="38100" r="38100" b="47625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242.25pt;margin-top:118.5pt;width:25.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E00D7" wp14:editId="1CF2EA3C">
                <wp:simplePos x="0" y="0"/>
                <wp:positionH relativeFrom="column">
                  <wp:posOffset>2819400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222pt;margin-top:117.75pt;width:25.5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C721" wp14:editId="54B413D4">
                <wp:simplePos x="0" y="0"/>
                <wp:positionH relativeFrom="column">
                  <wp:posOffset>2514600</wp:posOffset>
                </wp:positionH>
                <wp:positionV relativeFrom="paragraph">
                  <wp:posOffset>1504950</wp:posOffset>
                </wp:positionV>
                <wp:extent cx="323850" cy="276225"/>
                <wp:effectExtent l="38100" t="38100" r="38100" b="47625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198pt;margin-top:118.5pt;width:25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6999DD" wp14:editId="3D4071B3">
                <wp:simplePos x="0" y="0"/>
                <wp:positionH relativeFrom="column">
                  <wp:posOffset>2238375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176.25pt;margin-top:117.75pt;width:25.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6C5A1" wp14:editId="57E89704">
                <wp:simplePos x="0" y="0"/>
                <wp:positionH relativeFrom="column">
                  <wp:posOffset>1981200</wp:posOffset>
                </wp:positionH>
                <wp:positionV relativeFrom="paragraph">
                  <wp:posOffset>1495425</wp:posOffset>
                </wp:positionV>
                <wp:extent cx="323850" cy="276225"/>
                <wp:effectExtent l="38100" t="38100" r="38100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156pt;margin-top:117.75pt;width:25.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" path="m,105508r123700,1l161925,r38225,105509l323850,105508,223774,170716r38226,105508l161925,211016,61850,276224,100076,170716,,105508xe" filled="f" strokecolor="black [3213]">
                <v:path arrowok="t" o:connecttype="custom" o:connectlocs="0,105508;123700,105509;161925,0;200150,105509;323850,105508;223774,170716;262000,276224;161925,211016;61850,276224;100076,170716;0,105508" o:connectangles="0,0,0,0,0,0,0,0,0,0,0"/>
              </v:shape>
            </w:pict>
          </mc:Fallback>
        </mc:AlternateContent>
      </w:r>
    </w:p>
    <w:sectPr w:rsidR="006F76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est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92"/>
    <w:rsid w:val="0001337F"/>
    <w:rsid w:val="000E5760"/>
    <w:rsid w:val="00393592"/>
    <w:rsid w:val="006F7602"/>
    <w:rsid w:val="00871833"/>
    <w:rsid w:val="009E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7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93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7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93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2A738ABC</Template>
  <TotalTime>31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CCGAFaculty17</dc:creator>
  <cp:lastModifiedBy>CCGAFaculty17</cp:lastModifiedBy>
  <cp:revision>3</cp:revision>
  <cp:lastPrinted>2011-08-25T15:15:00Z</cp:lastPrinted>
  <dcterms:created xsi:type="dcterms:W3CDTF">2011-08-24T17:46:00Z</dcterms:created>
  <dcterms:modified xsi:type="dcterms:W3CDTF">2011-08-25T15:16:00Z</dcterms:modified>
</cp:coreProperties>
</file>